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59EB332E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2020-202</w:t>
      </w:r>
      <w:r w:rsidR="0078453F" w:rsidRPr="00B13053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28709DD" w14:textId="397A56CA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14786F" w:rsidRPr="00B13053">
        <w:rPr>
          <w:rFonts w:ascii="Corbel" w:hAnsi="Corbel"/>
          <w:sz w:val="20"/>
          <w:szCs w:val="20"/>
        </w:rPr>
        <w:t>1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14786F" w:rsidRPr="00B13053">
        <w:rPr>
          <w:rFonts w:ascii="Corbel" w:hAnsi="Corbel"/>
          <w:sz w:val="20"/>
          <w:szCs w:val="20"/>
        </w:rPr>
        <w:t>2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77777777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I/E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5225D123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77777777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 i cechy projektu.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77777777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13517BBC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2A2718F0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4E80B5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5AAC758C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Kisielnicki J. Zarządzanie projektami, Wyd. Nieoczywiste, Warszawa 2017</w:t>
            </w:r>
            <w:r w:rsidR="00753309"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970A0" w14:textId="77777777" w:rsidR="007C7EC4" w:rsidRPr="00B13053" w:rsidRDefault="007C7EC4" w:rsidP="001478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B13053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65224DDD" w14:textId="77777777" w:rsidR="00F538A5" w:rsidRPr="00B13053" w:rsidRDefault="00F538A5" w:rsidP="0014786F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Trocki M.,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Wyrozębski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E52E2" w14:textId="77777777" w:rsidR="00214002" w:rsidRDefault="00214002" w:rsidP="00C16ABF">
      <w:pPr>
        <w:spacing w:after="0" w:line="240" w:lineRule="auto"/>
      </w:pPr>
      <w:r>
        <w:separator/>
      </w:r>
    </w:p>
  </w:endnote>
  <w:endnote w:type="continuationSeparator" w:id="0">
    <w:p w14:paraId="44696CFB" w14:textId="77777777" w:rsidR="00214002" w:rsidRDefault="002140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009E0" w14:textId="77777777" w:rsidR="00214002" w:rsidRDefault="00214002" w:rsidP="00C16ABF">
      <w:pPr>
        <w:spacing w:after="0" w:line="240" w:lineRule="auto"/>
      </w:pPr>
      <w:r>
        <w:separator/>
      </w:r>
    </w:p>
  </w:footnote>
  <w:footnote w:type="continuationSeparator" w:id="0">
    <w:p w14:paraId="3C4C4C62" w14:textId="77777777" w:rsidR="00214002" w:rsidRDefault="00214002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FD206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B4B2A-7D79-4255-97D7-5AAB92DCC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C9036-36B3-473C-BFB2-59AEE6401E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2020-11-24T07:41:00Z</dcterms:created>
  <dcterms:modified xsi:type="dcterms:W3CDTF">2020-12-13T13:26:00Z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